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2E96A" w14:textId="77777777" w:rsidR="00BE7C16" w:rsidRPr="00BE70E6" w:rsidRDefault="00F32C1A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8"/>
          <w:szCs w:val="28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様式</w:t>
      </w:r>
      <w:r w:rsidR="00A46B9C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１０</w:t>
      </w:r>
    </w:p>
    <w:p w14:paraId="54E13C68" w14:textId="77777777"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p w14:paraId="5FD744C3" w14:textId="79EC6188"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埼玉県福祉部障害者福祉推進課</w:t>
      </w:r>
      <w:r w:rsidR="00EE204C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総務・計画・団体</w:t>
      </w: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担当　行き</w:t>
      </w:r>
    </w:p>
    <w:p w14:paraId="6075C4A7" w14:textId="6EE72230"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</w:pP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（</w:t>
      </w:r>
      <w:r w:rsidRPr="00BE70E6"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  <w:t>E-mail</w:t>
      </w:r>
      <w:r w:rsidR="001162EA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：</w:t>
      </w:r>
      <w:r w:rsidR="008E065D" w:rsidRPr="005C0ED2">
        <w:rPr>
          <w:rFonts w:asciiTheme="majorEastAsia" w:eastAsiaTheme="majorEastAsia" w:hAnsiTheme="majorEastAsia" w:cs="ＭＳ ゴシック"/>
          <w:kern w:val="0"/>
          <w:sz w:val="24"/>
          <w:szCs w:val="24"/>
        </w:rPr>
        <w:t>a3</w:t>
      </w:r>
      <w:r w:rsidR="008E065D" w:rsidRPr="005C0ED2">
        <w:rPr>
          <w:rFonts w:asciiTheme="majorEastAsia" w:eastAsiaTheme="majorEastAsia" w:hAnsiTheme="majorEastAsia" w:cs="ＭＳ ゴシック" w:hint="eastAsia"/>
          <w:kern w:val="0"/>
          <w:sz w:val="24"/>
          <w:szCs w:val="24"/>
        </w:rPr>
        <w:t>310</w:t>
      </w:r>
      <w:r w:rsidR="008E065D" w:rsidRPr="005C0ED2">
        <w:rPr>
          <w:rFonts w:asciiTheme="majorEastAsia" w:eastAsiaTheme="majorEastAsia" w:hAnsiTheme="majorEastAsia" w:cs="ＭＳ ゴシック"/>
          <w:kern w:val="0"/>
          <w:sz w:val="24"/>
          <w:szCs w:val="24"/>
        </w:rPr>
        <w:t>-</w:t>
      </w:r>
      <w:r w:rsidR="008E065D" w:rsidRPr="005C0ED2">
        <w:rPr>
          <w:rFonts w:asciiTheme="majorEastAsia" w:eastAsiaTheme="majorEastAsia" w:hAnsiTheme="majorEastAsia" w:cs="ＭＳ ゴシック" w:hint="eastAsia"/>
          <w:kern w:val="0"/>
          <w:sz w:val="24"/>
          <w:szCs w:val="24"/>
        </w:rPr>
        <w:t>07</w:t>
      </w:r>
      <w:r w:rsidR="008E065D" w:rsidRPr="005C0ED2">
        <w:rPr>
          <w:rFonts w:asciiTheme="majorEastAsia" w:eastAsiaTheme="majorEastAsia" w:hAnsiTheme="majorEastAsia" w:cs="ＭＳ ゴシック"/>
          <w:kern w:val="0"/>
          <w:sz w:val="24"/>
          <w:szCs w:val="24"/>
        </w:rPr>
        <w:t>@pref.saitama.lg.jp</w:t>
      </w: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）</w:t>
      </w:r>
    </w:p>
    <w:p w14:paraId="21063660" w14:textId="77777777"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p w14:paraId="0660D672" w14:textId="77777777" w:rsidR="00E9266B" w:rsidRPr="00BE70E6" w:rsidRDefault="00E9266B" w:rsidP="00BE70E6">
      <w:pPr>
        <w:overflowPunct w:val="0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8"/>
          <w:szCs w:val="28"/>
        </w:rPr>
      </w:pPr>
    </w:p>
    <w:p w14:paraId="4C0F9786" w14:textId="77777777" w:rsidR="00BE7C16" w:rsidRPr="00BE70E6" w:rsidRDefault="00BE7C16" w:rsidP="00BE70E6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現地説明会参加申込書</w:t>
      </w:r>
    </w:p>
    <w:p w14:paraId="0D34CDCB" w14:textId="77777777"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p w14:paraId="3DC79D9E" w14:textId="77777777"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</w:pP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　次のとおり</w:t>
      </w:r>
      <w:r w:rsidR="001D6115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現地</w:t>
      </w:r>
      <w:r w:rsidR="001744ED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説明</w:t>
      </w:r>
      <w:r w:rsidR="00A974F2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会</w:t>
      </w: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に出席します。</w:t>
      </w:r>
    </w:p>
    <w:p w14:paraId="2DF68B12" w14:textId="77777777" w:rsidR="001162EA" w:rsidRPr="00BE70E6" w:rsidRDefault="001162EA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82"/>
        <w:gridCol w:w="7665"/>
      </w:tblGrid>
      <w:tr w:rsidR="00BE7C16" w:rsidRPr="00BE70E6" w14:paraId="6F6E8F09" w14:textId="77777777" w:rsidTr="00BE70E6">
        <w:trPr>
          <w:trHeight w:val="268"/>
        </w:trPr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14:paraId="6641EEC1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0A714B51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30"/>
                <w:kern w:val="0"/>
                <w:sz w:val="24"/>
                <w:szCs w:val="24"/>
                <w:fitText w:val="1200" w:id="-2052963328"/>
              </w:rPr>
              <w:t>法人</w:t>
            </w:r>
            <w:r w:rsidR="001162EA"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30"/>
                <w:kern w:val="0"/>
                <w:sz w:val="24"/>
                <w:szCs w:val="24"/>
                <w:fitText w:val="1200" w:id="-2052963328"/>
              </w:rPr>
              <w:t>等名</w:t>
            </w:r>
            <w:r w:rsidR="001162EA"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316CD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BE70E6">
              <w:rPr>
                <w:rFonts w:asciiTheme="majorEastAsia" w:eastAsiaTheme="majorEastAsia" w:hAnsiTheme="majorEastAsia" w:cs="ＭＳ ゴシック"/>
                <w:color w:val="000000"/>
                <w:kern w:val="0"/>
                <w:szCs w:val="21"/>
              </w:rPr>
              <w:t>(</w:t>
            </w: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1"/>
              </w:rPr>
              <w:t>ふりがな</w:t>
            </w:r>
            <w:r w:rsidRPr="00BE70E6">
              <w:rPr>
                <w:rFonts w:asciiTheme="majorEastAsia" w:eastAsiaTheme="majorEastAsia" w:hAnsiTheme="majorEastAsia" w:cs="ＭＳ ゴシック"/>
                <w:color w:val="000000"/>
                <w:kern w:val="0"/>
                <w:szCs w:val="21"/>
              </w:rPr>
              <w:t>)</w:t>
            </w:r>
          </w:p>
        </w:tc>
      </w:tr>
      <w:tr w:rsidR="00BE7C16" w:rsidRPr="00BE70E6" w14:paraId="5DF619A9" w14:textId="77777777" w:rsidTr="00BE70E6">
        <w:trPr>
          <w:trHeight w:val="720"/>
        </w:trPr>
        <w:tc>
          <w:tcPr>
            <w:tcW w:w="1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14:paraId="7F7240EE" w14:textId="77777777" w:rsidR="00BE7C16" w:rsidRPr="00BE70E6" w:rsidRDefault="00BE7C16" w:rsidP="00BE70E6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31E39E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14:paraId="6787528D" w14:textId="77777777" w:rsidTr="00BE70E6">
        <w:trPr>
          <w:trHeight w:val="884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14:paraId="45434C80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41DA97C0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7B60C9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  <w:fitText w:val="1200" w:id="-2052963327"/>
              </w:rPr>
              <w:t>所</w:t>
            </w:r>
            <w:r w:rsidR="00FE5EC7" w:rsidRPr="007B60C9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  <w:fitText w:val="1200" w:id="-2052963327"/>
              </w:rPr>
              <w:t xml:space="preserve">　</w:t>
            </w:r>
            <w:r w:rsidRPr="007B60C9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  <w:fitText w:val="1200" w:id="-2052963327"/>
              </w:rPr>
              <w:t>在</w:t>
            </w:r>
            <w:r w:rsidR="00FE5EC7" w:rsidRPr="007B60C9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  <w:fitText w:val="1200" w:id="-2052963327"/>
              </w:rPr>
              <w:t xml:space="preserve">　</w:t>
            </w:r>
            <w:r w:rsidRPr="007B60C9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  <w:fitText w:val="1200" w:id="-2052963327"/>
              </w:rPr>
              <w:t>地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FC8500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FE5EC7" w:rsidRPr="00BE70E6" w14:paraId="186DDDD5" w14:textId="77777777" w:rsidTr="00BE70E6">
        <w:trPr>
          <w:trHeight w:val="438"/>
        </w:trPr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76C74F" w14:textId="77777777" w:rsidR="0075773B" w:rsidRPr="0075773B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ＭＳ ゴシック"/>
                <w:color w:val="000000"/>
                <w:spacing w:val="7"/>
                <w:kern w:val="0"/>
                <w:sz w:val="24"/>
                <w:szCs w:val="24"/>
              </w:rPr>
            </w:pPr>
            <w:r w:rsidRPr="0075773B">
              <w:rPr>
                <w:rFonts w:asciiTheme="majorEastAsia" w:eastAsiaTheme="majorEastAsia" w:hAnsiTheme="majorEastAsia" w:cs="ＭＳ ゴシック" w:hint="eastAsia"/>
                <w:color w:val="000000"/>
                <w:spacing w:val="120"/>
                <w:kern w:val="0"/>
                <w:sz w:val="24"/>
                <w:szCs w:val="24"/>
                <w:fitText w:val="1200" w:id="-2052963326"/>
              </w:rPr>
              <w:t>出席</w:t>
            </w:r>
            <w:r w:rsidRPr="0075773B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  <w:fitText w:val="1200" w:id="-2052963326"/>
              </w:rPr>
              <w:t>者</w:t>
            </w:r>
          </w:p>
          <w:p w14:paraId="60C9049A" w14:textId="77777777" w:rsidR="00FE5EC7" w:rsidRPr="00BE70E6" w:rsidRDefault="0075773B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部署名・</w:t>
            </w:r>
            <w:r w:rsidR="00FE5EC7" w:rsidRPr="000A1C3F">
              <w:rPr>
                <w:rFonts w:asciiTheme="majorEastAsia" w:eastAsiaTheme="majorEastAsia" w:hAnsiTheme="majorEastAsia" w:cs="ＭＳ ゴシック" w:hint="eastAsia"/>
                <w:color w:val="000000"/>
                <w:w w:val="97"/>
                <w:kern w:val="0"/>
                <w:sz w:val="24"/>
                <w:szCs w:val="24"/>
                <w:fitText w:val="468" w:id="-2052963583"/>
              </w:rPr>
              <w:t>氏</w:t>
            </w:r>
            <w:r w:rsidR="00FE5EC7" w:rsidRPr="000A1C3F">
              <w:rPr>
                <w:rFonts w:asciiTheme="majorEastAsia" w:eastAsiaTheme="majorEastAsia" w:hAnsiTheme="majorEastAsia" w:cs="ＭＳ ゴシック" w:hint="eastAsia"/>
                <w:color w:val="000000"/>
                <w:spacing w:val="1"/>
                <w:w w:val="97"/>
                <w:kern w:val="0"/>
                <w:sz w:val="24"/>
                <w:szCs w:val="24"/>
                <w:fitText w:val="468" w:id="-2052963583"/>
              </w:rPr>
              <w:t>名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C27F29" w14:textId="77777777" w:rsidR="00FE5EC7" w:rsidRPr="00BE70E6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294FAFF" w14:textId="77777777" w:rsidR="00FE5EC7" w:rsidRPr="00BE70E6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FE5EC7" w:rsidRPr="00BE70E6" w14:paraId="2975216C" w14:textId="77777777" w:rsidTr="00BE70E6">
        <w:trPr>
          <w:trHeight w:val="474"/>
        </w:trPr>
        <w:tc>
          <w:tcPr>
            <w:tcW w:w="17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E3FC03" w14:textId="77777777" w:rsidR="00FE5EC7" w:rsidRPr="00BE70E6" w:rsidRDefault="00FE5EC7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CB71" w14:textId="77777777" w:rsidR="00FE5EC7" w:rsidRPr="00BE70E6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F548B69" w14:textId="77777777" w:rsidR="00FE5EC7" w:rsidRPr="00BE70E6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FE5EC7" w:rsidRPr="00BE70E6" w14:paraId="1E277BB0" w14:textId="77777777" w:rsidTr="00BE70E6">
        <w:trPr>
          <w:trHeight w:val="474"/>
        </w:trPr>
        <w:tc>
          <w:tcPr>
            <w:tcW w:w="1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D9003C1" w14:textId="77777777" w:rsidR="00FE5EC7" w:rsidRPr="00BE70E6" w:rsidRDefault="00FE5EC7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CBC95" w14:textId="77777777" w:rsidR="00FE5EC7" w:rsidRPr="00BE70E6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D0B862E" w14:textId="77777777" w:rsidR="00FE5EC7" w:rsidRPr="00BE70E6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6BC0D4C5" w14:textId="77777777" w:rsidR="00BE7C16" w:rsidRPr="00BE70E6" w:rsidRDefault="00BE7C16" w:rsidP="00BE70E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86"/>
        <w:gridCol w:w="1114"/>
        <w:gridCol w:w="6247"/>
      </w:tblGrid>
      <w:tr w:rsidR="00BE7C16" w:rsidRPr="00BE70E6" w14:paraId="5F603488" w14:textId="77777777" w:rsidTr="00BE70E6">
        <w:trPr>
          <w:trHeight w:val="390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AF6E7E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連</w:t>
            </w:r>
            <w:r w:rsidR="00E17009"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絡</w:t>
            </w:r>
            <w:r w:rsidR="00E17009"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先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2ECB63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3"/>
              </w:rPr>
              <w:t>部署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3"/>
              </w:rPr>
              <w:t>名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63D7938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14:paraId="0F2525B7" w14:textId="77777777" w:rsidTr="00BE70E6">
        <w:trPr>
          <w:trHeight w:val="424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CC216C" w14:textId="77777777"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2AE1D0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4"/>
              </w:rPr>
              <w:t>担当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4"/>
              </w:rPr>
              <w:t>者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A25972A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14:paraId="4AE6158C" w14:textId="77777777" w:rsidTr="00BE70E6">
        <w:trPr>
          <w:trHeight w:val="416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248FE9" w14:textId="77777777"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B19A7C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5"/>
              </w:rPr>
              <w:t>電</w:t>
            </w:r>
            <w:r w:rsidR="008A3502"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5"/>
              </w:rPr>
              <w:t xml:space="preserve">　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5"/>
              </w:rPr>
              <w:t>話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08073C5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14:paraId="4D503794" w14:textId="77777777" w:rsidTr="00BE70E6">
        <w:trPr>
          <w:trHeight w:val="408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D5728C" w14:textId="77777777"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986B21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6"/>
              </w:rPr>
              <w:t>ＦＡ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6"/>
              </w:rPr>
              <w:t>Ｘ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C52BE02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14:paraId="41B2B352" w14:textId="77777777" w:rsidTr="00BE70E6">
        <w:trPr>
          <w:trHeight w:val="415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9711557" w14:textId="77777777"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4C65A7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/>
                <w:color w:val="000000"/>
                <w:spacing w:val="45"/>
                <w:kern w:val="0"/>
                <w:sz w:val="24"/>
                <w:szCs w:val="24"/>
                <w:fitText w:val="984" w:id="879539207"/>
              </w:rPr>
              <w:t>e-mai</w:t>
            </w:r>
            <w:r w:rsidRPr="00BE70E6">
              <w:rPr>
                <w:rFonts w:asciiTheme="majorEastAsia" w:eastAsiaTheme="majorEastAsia" w:hAnsiTheme="majorEastAsia" w:cs="ＭＳ ゴシック"/>
                <w:color w:val="000000"/>
                <w:spacing w:val="30"/>
                <w:kern w:val="0"/>
                <w:sz w:val="24"/>
                <w:szCs w:val="24"/>
                <w:fitText w:val="984" w:id="879539207"/>
              </w:rPr>
              <w:t>l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E4703D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14:paraId="4C675136" w14:textId="77777777" w:rsidTr="00BE70E6">
        <w:trPr>
          <w:trHeight w:val="536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961E7C" w14:textId="77777777" w:rsidR="0075773B" w:rsidRDefault="00BE7C16" w:rsidP="007577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グループで</w:t>
            </w:r>
          </w:p>
          <w:p w14:paraId="3D1C891D" w14:textId="77777777" w:rsidR="0075773B" w:rsidRDefault="00BE7C16" w:rsidP="007577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参加す</w:t>
            </w:r>
            <w:r w:rsidRPr="0075773B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る場合の</w:t>
            </w:r>
          </w:p>
          <w:p w14:paraId="0AC4E000" w14:textId="77777777" w:rsidR="00BE7C16" w:rsidRPr="0075773B" w:rsidRDefault="00BE7C16" w:rsidP="007577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  <w:r w:rsidRPr="0075773B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構成員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D217E6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法人</w:t>
            </w:r>
            <w:r w:rsidR="001162EA"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等名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EB995D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14:paraId="19545846" w14:textId="77777777" w:rsidTr="00BE70E6">
        <w:trPr>
          <w:trHeight w:val="536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A368F3" w14:textId="77777777"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FDEE12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0"/>
              </w:rPr>
              <w:t>所在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0"/>
              </w:rPr>
              <w:t>地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A3006E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14:paraId="6F8F993C" w14:textId="77777777" w:rsidTr="00BE70E6">
        <w:trPr>
          <w:trHeight w:val="536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3CB46E0" w14:textId="77777777"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6AEA39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法人</w:t>
            </w:r>
            <w:r w:rsidR="001162EA"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等名</w:t>
            </w:r>
            <w:r w:rsidRPr="00BE70E6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A8674B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14:paraId="3E019B84" w14:textId="77777777" w:rsidTr="00BE70E6">
        <w:trPr>
          <w:trHeight w:val="536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F68FB3" w14:textId="77777777"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F3BE6F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1"/>
              </w:rPr>
              <w:t>所在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1"/>
              </w:rPr>
              <w:t>地</w:t>
            </w:r>
            <w:r w:rsidRPr="00BE70E6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DDA4A1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14:paraId="42F15E38" w14:textId="77777777" w:rsidTr="00BE70E6">
        <w:trPr>
          <w:trHeight w:val="536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B7E76D" w14:textId="77777777"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361D95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法人</w:t>
            </w:r>
            <w:r w:rsidR="001162EA"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等名</w:t>
            </w:r>
            <w:r w:rsidRPr="00BE70E6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719C6ED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14:paraId="242E23AC" w14:textId="77777777" w:rsidTr="00BE70E6">
        <w:trPr>
          <w:trHeight w:val="536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B8684E" w14:textId="77777777"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8649A1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2"/>
              </w:rPr>
              <w:t>所在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2"/>
              </w:rPr>
              <w:t>地</w:t>
            </w:r>
            <w:r w:rsidRPr="00BE70E6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A8C4" w14:textId="77777777"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</w:tbl>
    <w:p w14:paraId="191B475E" w14:textId="77777777"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※　</w:t>
      </w:r>
      <w:r w:rsidR="00A974F2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double"/>
        </w:rPr>
        <w:t>申込みは</w:t>
      </w: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double"/>
        </w:rPr>
        <w:t>必ず電子メールでお願いします。</w:t>
      </w:r>
    </w:p>
    <w:p w14:paraId="468D985F" w14:textId="4046A144" w:rsidR="0063246A" w:rsidRPr="007B60C9" w:rsidRDefault="008A3502" w:rsidP="00BE70E6">
      <w:pPr>
        <w:overflowPunct w:val="0"/>
        <w:textAlignment w:val="baseline"/>
        <w:rPr>
          <w:rFonts w:asciiTheme="majorEastAsia" w:eastAsiaTheme="majorEastAsia" w:hAnsiTheme="majorEastAsia"/>
          <w:color w:val="FF0000"/>
          <w:spacing w:val="2"/>
          <w:kern w:val="0"/>
          <w:sz w:val="24"/>
          <w:szCs w:val="24"/>
        </w:rPr>
      </w:pP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※　申込み締切</w:t>
      </w:r>
      <w:r w:rsidR="001162EA" w:rsidRPr="009925D4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日：</w:t>
      </w:r>
      <w:r w:rsidR="00BE70E6" w:rsidRPr="009925D4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令和</w:t>
      </w:r>
      <w:r w:rsidR="008E065D" w:rsidRPr="009925D4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７</w:t>
      </w:r>
      <w:r w:rsidR="00BE7C16" w:rsidRPr="009925D4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年</w:t>
      </w:r>
      <w:r w:rsidR="007B60C9" w:rsidRPr="009925D4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７</w:t>
      </w:r>
      <w:r w:rsidR="00BE7C16" w:rsidRPr="009925D4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月</w:t>
      </w:r>
      <w:r w:rsidR="007B60C9" w:rsidRPr="009925D4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１</w:t>
      </w:r>
      <w:r w:rsidR="008442D5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４</w:t>
      </w:r>
      <w:r w:rsidR="00BE7C16" w:rsidRPr="009925D4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日（</w:t>
      </w:r>
      <w:r w:rsidR="008442D5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月</w:t>
      </w:r>
      <w:r w:rsidR="00BE7C16" w:rsidRPr="009925D4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）</w:t>
      </w:r>
      <w:r w:rsidR="007B60C9" w:rsidRPr="009925D4">
        <w:rPr>
          <w:rFonts w:asciiTheme="majorEastAsia" w:eastAsiaTheme="majorEastAsia" w:hAnsiTheme="majorEastAsia" w:cs="ＭＳ ゴシック" w:hint="eastAsia"/>
          <w:color w:val="000000" w:themeColor="text1"/>
          <w:kern w:val="0"/>
          <w:sz w:val="24"/>
          <w:szCs w:val="24"/>
        </w:rPr>
        <w:t>午後５時</w:t>
      </w:r>
    </w:p>
    <w:sectPr w:rsidR="0063246A" w:rsidRPr="007B60C9" w:rsidSect="00BE70E6">
      <w:headerReference w:type="default" r:id="rId6"/>
      <w:pgSz w:w="11906" w:h="16838"/>
      <w:pgMar w:top="1700" w:right="1168" w:bottom="1700" w:left="1168" w:header="720" w:footer="720" w:gutter="0"/>
      <w:pgNumType w:fmt="numberInDash" w:start="31"/>
      <w:cols w:space="720"/>
      <w:noEndnote/>
      <w:docGrid w:linePitch="286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F7BD4" w14:textId="77777777" w:rsidR="00815904" w:rsidRDefault="00815904" w:rsidP="00357A6C">
      <w:r>
        <w:separator/>
      </w:r>
    </w:p>
  </w:endnote>
  <w:endnote w:type="continuationSeparator" w:id="0">
    <w:p w14:paraId="0A9B74CE" w14:textId="77777777" w:rsidR="00815904" w:rsidRDefault="00815904" w:rsidP="0035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B0A5D" w14:textId="77777777" w:rsidR="00815904" w:rsidRDefault="00815904" w:rsidP="00357A6C">
      <w:r>
        <w:separator/>
      </w:r>
    </w:p>
  </w:footnote>
  <w:footnote w:type="continuationSeparator" w:id="0">
    <w:p w14:paraId="2DDBFCB4" w14:textId="77777777" w:rsidR="00815904" w:rsidRDefault="00815904" w:rsidP="00357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6C5AD" w14:textId="77777777" w:rsidR="00E17009" w:rsidRDefault="00E17009">
    <w:pPr>
      <w:autoSpaceDE w:val="0"/>
      <w:autoSpaceDN w:val="0"/>
      <w:jc w:val="left"/>
      <w:rPr>
        <w:rFonts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C16"/>
    <w:rsid w:val="00051802"/>
    <w:rsid w:val="000A1C3F"/>
    <w:rsid w:val="000A7D2E"/>
    <w:rsid w:val="000E4E84"/>
    <w:rsid w:val="00104DDE"/>
    <w:rsid w:val="001162EA"/>
    <w:rsid w:val="00132227"/>
    <w:rsid w:val="0015546E"/>
    <w:rsid w:val="001744ED"/>
    <w:rsid w:val="001D6115"/>
    <w:rsid w:val="001D69DA"/>
    <w:rsid w:val="00357A6C"/>
    <w:rsid w:val="00360514"/>
    <w:rsid w:val="00412583"/>
    <w:rsid w:val="004A252F"/>
    <w:rsid w:val="004A2952"/>
    <w:rsid w:val="004E0996"/>
    <w:rsid w:val="00516A3F"/>
    <w:rsid w:val="005C0ED2"/>
    <w:rsid w:val="005E14FF"/>
    <w:rsid w:val="0063246A"/>
    <w:rsid w:val="006379C5"/>
    <w:rsid w:val="00670B62"/>
    <w:rsid w:val="006F364F"/>
    <w:rsid w:val="0074568C"/>
    <w:rsid w:val="007548C0"/>
    <w:rsid w:val="0075773B"/>
    <w:rsid w:val="00771DED"/>
    <w:rsid w:val="007B4C4C"/>
    <w:rsid w:val="007B60C9"/>
    <w:rsid w:val="00815904"/>
    <w:rsid w:val="008442D5"/>
    <w:rsid w:val="008474B6"/>
    <w:rsid w:val="008A3502"/>
    <w:rsid w:val="008E065D"/>
    <w:rsid w:val="00923B36"/>
    <w:rsid w:val="00924B19"/>
    <w:rsid w:val="009925D4"/>
    <w:rsid w:val="009F5551"/>
    <w:rsid w:val="00A4344A"/>
    <w:rsid w:val="00A46B9C"/>
    <w:rsid w:val="00A635F4"/>
    <w:rsid w:val="00A974F2"/>
    <w:rsid w:val="00AA10DC"/>
    <w:rsid w:val="00AA12FA"/>
    <w:rsid w:val="00AD13BB"/>
    <w:rsid w:val="00AE6AB1"/>
    <w:rsid w:val="00B26D6A"/>
    <w:rsid w:val="00B81C81"/>
    <w:rsid w:val="00B853C3"/>
    <w:rsid w:val="00BD5450"/>
    <w:rsid w:val="00BE70E6"/>
    <w:rsid w:val="00BE7C16"/>
    <w:rsid w:val="00BF7CBC"/>
    <w:rsid w:val="00CB166E"/>
    <w:rsid w:val="00CB79E6"/>
    <w:rsid w:val="00CC5CBD"/>
    <w:rsid w:val="00D47C48"/>
    <w:rsid w:val="00DB7128"/>
    <w:rsid w:val="00E17009"/>
    <w:rsid w:val="00E9266B"/>
    <w:rsid w:val="00EE204C"/>
    <w:rsid w:val="00F32C1A"/>
    <w:rsid w:val="00F40728"/>
    <w:rsid w:val="00F44CD6"/>
    <w:rsid w:val="00FB1CEA"/>
    <w:rsid w:val="00FE3F07"/>
    <w:rsid w:val="00FE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945E93"/>
  <w15:docId w15:val="{2C70D7DF-165A-49B6-90C5-989ED50C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4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E7C1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54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545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D54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D5450"/>
    <w:rPr>
      <w:kern w:val="2"/>
      <w:sz w:val="21"/>
      <w:szCs w:val="22"/>
    </w:rPr>
  </w:style>
  <w:style w:type="character" w:styleId="a8">
    <w:name w:val="Unresolved Mention"/>
    <w:basedOn w:val="a0"/>
    <w:uiPriority w:val="99"/>
    <w:semiHidden/>
    <w:unhideWhenUsed/>
    <w:rsid w:val="00EE2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3">
      <a:majorFont>
        <a:latin typeface="Segoe UI"/>
        <a:ea typeface="BIZ UDゴシック"/>
        <a:cs typeface=""/>
      </a:majorFont>
      <a:minorFont>
        <a:latin typeface="Cambria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315</CharactersWithSpaces>
  <SharedDoc>false</SharedDoc>
  <HLinks>
    <vt:vector size="6" baseType="variant"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mailto:a3310-04@pref.saitama.lg.jp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古戸 麻琴（障害者福祉推進課）</cp:lastModifiedBy>
  <cp:revision>13</cp:revision>
  <cp:lastPrinted>2015-06-04T10:17:00Z</cp:lastPrinted>
  <dcterms:created xsi:type="dcterms:W3CDTF">2020-05-19T23:54:00Z</dcterms:created>
  <dcterms:modified xsi:type="dcterms:W3CDTF">2025-06-03T10:16:00Z</dcterms:modified>
</cp:coreProperties>
</file>